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C56826" w:rsidR="003F3B5A" w:rsidP="003F3B5A" w:rsidRDefault="003F3B5A" w14:paraId="3400149D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Pr="00C56826" w:rsidR="00C56826" w:rsidP="415A0D9C" w:rsidRDefault="001B7675" w14:paraId="3400149E" w14:textId="1559E9EA">
      <w:pPr>
        <w:spacing w:after="0" w:line="240" w:lineRule="auto"/>
        <w:jc w:val="right"/>
        <w:rPr>
          <w:rFonts w:ascii="Garamond" w:hAnsi="Garamond"/>
          <w:i w:val="1"/>
          <w:iCs w:val="1"/>
          <w:sz w:val="24"/>
          <w:szCs w:val="24"/>
        </w:rPr>
      </w:pPr>
      <w:r w:rsidRPr="415A0D9C" w:rsidR="001B7675">
        <w:rPr>
          <w:rFonts w:ascii="Garamond" w:hAnsi="Garamond"/>
          <w:i w:val="1"/>
          <w:iCs w:val="1"/>
          <w:sz w:val="24"/>
          <w:szCs w:val="24"/>
        </w:rPr>
        <w:t xml:space="preserve">tandardrapport </w:t>
      </w:r>
      <w:r w:rsidRPr="415A0D9C" w:rsidR="00C56826">
        <w:rPr>
          <w:rFonts w:ascii="Garamond" w:hAnsi="Garamond"/>
          <w:i w:val="1"/>
          <w:iCs w:val="1"/>
          <w:sz w:val="24"/>
          <w:szCs w:val="24"/>
        </w:rPr>
        <w:t>- Bilag</w:t>
      </w:r>
    </w:p>
    <w:p w:rsidRPr="00C56826" w:rsidR="00C56826" w:rsidP="001B7675" w:rsidRDefault="001B7675" w14:paraId="3400149F" w14:textId="77777777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6F4F53">
        <w:rPr>
          <w:rFonts w:ascii="Garamond" w:hAnsi="Garamond"/>
          <w:b/>
          <w:sz w:val="24"/>
          <w:szCs w:val="24"/>
        </w:rPr>
        <w:t>Indtrængningsefterprøvning</w:t>
      </w:r>
    </w:p>
    <w:p w:rsidRPr="00C56826" w:rsidR="00C56826" w:rsidP="001B7675" w:rsidRDefault="00C56826" w14:paraId="340014A0" w14:textId="78B5318A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 w:rsidRPr="00C56826">
        <w:rPr>
          <w:rFonts w:ascii="Garamond" w:hAnsi="Garamond"/>
          <w:b/>
          <w:sz w:val="20"/>
          <w:szCs w:val="20"/>
        </w:rPr>
        <w:t>SCP.0</w:t>
      </w:r>
      <w:r w:rsidR="00C11DC5">
        <w:rPr>
          <w:rFonts w:ascii="Garamond" w:hAnsi="Garamond"/>
          <w:b/>
          <w:sz w:val="20"/>
          <w:szCs w:val="20"/>
        </w:rPr>
        <w:t>4</w:t>
      </w:r>
      <w:r w:rsidRPr="00C56826">
        <w:rPr>
          <w:rFonts w:ascii="Garamond" w:hAnsi="Garamond"/>
          <w:b/>
          <w:sz w:val="20"/>
          <w:szCs w:val="20"/>
        </w:rPr>
        <w:t>.00.DK</w:t>
      </w:r>
    </w:p>
    <w:p w:rsidR="00B81F33" w:rsidP="001B7675" w:rsidRDefault="00B81F33" w14:paraId="340014A1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1B7675" w:rsidR="001B7675" w:rsidP="001B7675" w:rsidRDefault="001B7675" w14:paraId="340014A2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F3B5A" w:rsidP="003F3B5A" w:rsidRDefault="001B7675" w14:paraId="340014A3" w14:textId="5E60CA6D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Pr="003F3B5A" w:rsidR="003F3B5A">
        <w:rPr>
          <w:rFonts w:ascii="Garamond" w:hAnsi="Garamond"/>
          <w:sz w:val="24"/>
          <w:szCs w:val="24"/>
        </w:rPr>
        <w:t xml:space="preserve">tandardrapport </w:t>
      </w:r>
      <w:r w:rsidR="000A1369">
        <w:rPr>
          <w:rFonts w:ascii="Garamond" w:hAnsi="Garamond"/>
          <w:sz w:val="24"/>
          <w:szCs w:val="24"/>
        </w:rPr>
        <w:t>for</w:t>
      </w:r>
      <w:bookmarkStart w:name="_GoBack" w:id="0"/>
      <w:bookmarkEnd w:id="0"/>
      <w:r w:rsidRPr="00D34E79" w:rsidR="00D34E79">
        <w:rPr>
          <w:rFonts w:ascii="Garamond" w:hAnsi="Garamond"/>
          <w:sz w:val="24"/>
          <w:szCs w:val="24"/>
        </w:rPr>
        <w:t xml:space="preserve"> retningslinjer for </w:t>
      </w:r>
      <w:r w:rsidRPr="006F4F53" w:rsidR="006F4F53">
        <w:rPr>
          <w:rFonts w:ascii="Garamond" w:hAnsi="Garamond"/>
          <w:sz w:val="24"/>
          <w:szCs w:val="24"/>
        </w:rPr>
        <w:t>indtrængningsefterprøvning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Pr="00B81F33" w:rsidR="00B81F33" w:rsidTr="004C1189" w14:paraId="340014A5" w14:textId="77777777">
        <w:tc>
          <w:tcPr>
            <w:tcW w:w="9670" w:type="dxa"/>
          </w:tcPr>
          <w:p w:rsidRPr="00B81F33" w:rsidR="00B81F33" w:rsidP="00B81F33" w:rsidRDefault="00B81F33" w14:paraId="340014A4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B81F33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Pr="00B81F33" w:rsidR="00B81F33" w:rsidTr="004C1189" w14:paraId="340014B8" w14:textId="77777777">
        <w:trPr>
          <w:trHeight w:val="8981"/>
        </w:trPr>
        <w:tc>
          <w:tcPr>
            <w:tcW w:w="9670" w:type="dxa"/>
          </w:tcPr>
          <w:p w:rsidRPr="00B81F33" w:rsidR="00B81F33" w:rsidP="00B81F33" w:rsidRDefault="00B81F33" w14:paraId="340014A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A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B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B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B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B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B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B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B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B81F33" w:rsidR="00B81F33" w:rsidP="00B81F33" w:rsidRDefault="00B81F33" w14:paraId="340014B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040EDF" w:rsidR="006B30A9" w:rsidP="007D1B65" w:rsidRDefault="006B30A9" w14:paraId="340014B9" w14:textId="77777777">
      <w:pPr>
        <w:spacing w:after="0" w:line="280" w:lineRule="atLeast"/>
        <w:rPr>
          <w:rFonts w:ascii="Garamond" w:hAnsi="Garamond"/>
        </w:rPr>
      </w:pPr>
    </w:p>
    <w:sectPr w:rsidRPr="00040EDF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C51" w:rsidP="009E4B94" w:rsidRDefault="00AF3C51" w14:paraId="340014BC" w14:textId="77777777">
      <w:pPr>
        <w:spacing w:line="240" w:lineRule="auto"/>
      </w:pPr>
      <w:r>
        <w:separator/>
      </w:r>
    </w:p>
  </w:endnote>
  <w:endnote w:type="continuationSeparator" w:id="0">
    <w:p w:rsidR="00AF3C51" w:rsidP="009E4B94" w:rsidRDefault="00AF3C51" w14:paraId="340014B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340014BE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40014C1" wp14:editId="340014C2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340014C9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340014C3" wp14:editId="340014C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340014C0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340014C7" wp14:editId="340014C8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C51" w:rsidP="009E4B94" w:rsidRDefault="00AF3C51" w14:paraId="340014BA" w14:textId="77777777">
      <w:pPr>
        <w:spacing w:line="240" w:lineRule="auto"/>
      </w:pPr>
      <w:r>
        <w:separator/>
      </w:r>
    </w:p>
  </w:footnote>
  <w:footnote w:type="continuationSeparator" w:id="0">
    <w:p w:rsidR="00AF3C51" w:rsidP="009E4B94" w:rsidRDefault="00AF3C51" w14:paraId="340014BB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340014BF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340014C5" wp14:editId="340014C6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A1369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B7675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015F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D3A63"/>
    <w:rsid w:val="006F4F53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62DA7"/>
    <w:rsid w:val="00983B74"/>
    <w:rsid w:val="00990263"/>
    <w:rsid w:val="009A2571"/>
    <w:rsid w:val="009A4CCC"/>
    <w:rsid w:val="009B2330"/>
    <w:rsid w:val="009E4B94"/>
    <w:rsid w:val="009F18F2"/>
    <w:rsid w:val="009F52DE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3C51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81F33"/>
    <w:rsid w:val="00B93951"/>
    <w:rsid w:val="00B9508F"/>
    <w:rsid w:val="00B96937"/>
    <w:rsid w:val="00B96D2A"/>
    <w:rsid w:val="00BC04BA"/>
    <w:rsid w:val="00BC22A9"/>
    <w:rsid w:val="00BC590D"/>
    <w:rsid w:val="00BF0FDA"/>
    <w:rsid w:val="00C11DC5"/>
    <w:rsid w:val="00C2782C"/>
    <w:rsid w:val="00C310A8"/>
    <w:rsid w:val="00C31791"/>
    <w:rsid w:val="00C3414E"/>
    <w:rsid w:val="00C455E6"/>
    <w:rsid w:val="00C51167"/>
    <w:rsid w:val="00C517B6"/>
    <w:rsid w:val="00C5682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4E79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5454"/>
    <w:rsid w:val="00FF69B8"/>
    <w:rsid w:val="415A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00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-Gitter2" w:customStyle="1">
    <w:name w:val="Tabel - Gitter2"/>
    <w:basedOn w:val="Tabel-Normal"/>
    <w:next w:val="Tabel-Gitter"/>
    <w:uiPriority w:val="59"/>
    <w:rsid w:val="00B81F33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66C579-1F1E-4B97-B61B-619AE1BF05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7AEA8-3258-4FA0-9F8E-E27D5E40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B09280-6EBB-4BBC-A091-F72FF955E9FA}"/>
</file>

<file path=customXml/itemProps4.xml><?xml version="1.0" encoding="utf-8"?>
<ds:datastoreItem xmlns:ds="http://schemas.openxmlformats.org/officeDocument/2006/customXml" ds:itemID="{E5BFDDF5-7D5C-4D2B-94D8-BD8D9A33A2FF}">
  <ds:schemaRefs>
    <ds:schemaRef ds:uri="http://purl.org/dc/terms/"/>
    <ds:schemaRef ds:uri="b63ed618-bf3e-4954-a830-28dd24904e9e"/>
    <ds:schemaRef ds:uri="http://schemas.microsoft.com/office/2006/documentManagement/types"/>
    <ds:schemaRef ds:uri="0ec4ba45-9d27-40ef-892e-bb0fb3b5584a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e91a90-2021-4a92-9a86-3e9429d92af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2015-02-03T11:53:00.0000000Z</dcterms:created>
  <dcterms:modified xsi:type="dcterms:W3CDTF">2022-05-06T10:31:38.9757730Z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5b81e5ef-34ef-48fb-93d4-f9bbabf1cde8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75500</vt:r8>
  </property>
  <property fmtid="{D5CDD505-2E9C-101B-9397-08002B2CF9AE}" pid="11" name="c4580793a064430d83bbd30c718157a9">
    <vt:lpwstr/>
  </property>
</Properties>
</file>